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6FC410A3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F12B9B" w:rsidRPr="00F12B9B">
        <w:rPr>
          <w:rFonts w:cstheme="minorHAnsi"/>
          <w:b/>
          <w:bCs/>
          <w:iCs/>
        </w:rPr>
        <w:t>Wykonanie dokumentacji i robót budowlanych w branży elektroenergetycznej na terenie działania OŁD w RE Tomaszów Maz. w podziale na 3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F12B9B">
        <w:rPr>
          <w:rFonts w:cstheme="minorHAnsi"/>
          <w:b/>
        </w:rPr>
        <w:t>265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Pr="00B16417" w:rsidRDefault="00CC7E12" w:rsidP="00B16417">
      <w:pPr>
        <w:spacing w:after="160"/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301505AE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701ED1"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</w:t>
          </w:r>
          <w:r w:rsidR="00F12B9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65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POST/DYS/OLD/GZ/04265/2025                        </dmsv2SWPP2ObjectNumber>
    <dmsv2SWPP2SumMD5 xmlns="http://schemas.microsoft.com/sharepoint/v3">f448050a5926a51f3e0cd5ccba2a006e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23869120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DPFVW34YURAE-834641568-17099</_dlc_DocId>
    <_dlc_DocIdUrl xmlns="a19cb1c7-c5c7-46d4-85ae-d83685407bba">
      <Url>https://swpp2.dms.gkpge.pl/sites/40/_layouts/15/DocIdRedir.aspx?ID=DPFVW34YURAE-834641568-17099</Url>
      <Description>DPFVW34YURAE-834641568-17099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0D4419-2821-4F44-9135-FCE5D7AC3125}"/>
</file>

<file path=customXml/itemProps5.xml><?xml version="1.0" encoding="utf-8"?>
<ds:datastoreItem xmlns:ds="http://schemas.openxmlformats.org/officeDocument/2006/customXml" ds:itemID="{054757DF-187C-4FF1-88FA-AB3BE63401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792</Words>
  <Characters>4758</Characters>
  <Application>Microsoft Office Word</Application>
  <DocSecurity>0</DocSecurity>
  <Lines>39</Lines>
  <Paragraphs>11</Paragraphs>
  <ScaleCrop>false</ScaleCrop>
  <Company>PGE Systemy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8</cp:revision>
  <cp:lastPrinted>2024-07-15T11:21:00Z</cp:lastPrinted>
  <dcterms:created xsi:type="dcterms:W3CDTF">2025-11-24T10:47:00Z</dcterms:created>
  <dcterms:modified xsi:type="dcterms:W3CDTF">2025-11-26T08:43:00Z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ad226218-9053-4943-b37e-6606d7b35c98</vt:lpwstr>
  </property>
</Properties>
</file>